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91622" w14:textId="77777777" w:rsidR="0061146D" w:rsidRDefault="0061146D" w:rsidP="00722972">
      <w:pPr>
        <w:rPr>
          <w:rFonts w:asciiTheme="minorHAnsi" w:eastAsiaTheme="minorHAnsi" w:hAnsiTheme="minorHAnsi" w:cstheme="minorHAnsi"/>
          <w:b/>
          <w:lang w:eastAsia="en-US"/>
        </w:rPr>
      </w:pPr>
    </w:p>
    <w:p w14:paraId="69A2DCA2" w14:textId="53C741B2" w:rsidR="0061146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Pan</w:t>
      </w:r>
      <w:r w:rsidR="002A279C">
        <w:rPr>
          <w:rFonts w:asciiTheme="minorHAnsi" w:hAnsiTheme="minorHAnsi" w:cstheme="minorHAnsi"/>
          <w:b/>
          <w:bCs/>
        </w:rPr>
        <w:t>i</w:t>
      </w:r>
    </w:p>
    <w:p w14:paraId="1E303E08" w14:textId="77777777" w:rsidR="002A279C" w:rsidRDefault="002A279C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19E9624F" w14:textId="3BC86FC1" w:rsidR="00FD0F5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31C76081" w14:textId="1A8FDBB6" w:rsidR="00E20DF4" w:rsidRDefault="00E20DF4" w:rsidP="002B15F2">
      <w:pPr>
        <w:ind w:left="3969" w:firstLine="426"/>
        <w:rPr>
          <w:rFonts w:asciiTheme="minorHAnsi" w:hAnsiTheme="minorHAnsi" w:cstheme="minorHAnsi"/>
          <w:b/>
          <w:bCs/>
        </w:rPr>
      </w:pPr>
      <w:r w:rsidRPr="00E20DF4">
        <w:rPr>
          <w:rFonts w:asciiTheme="minorHAnsi" w:hAnsiTheme="minorHAnsi" w:cstheme="minorHAnsi"/>
          <w:b/>
          <w:bCs/>
        </w:rPr>
        <w:t>Komitetu Rady Ministrów do spraw Cyfryzacji</w:t>
      </w:r>
    </w:p>
    <w:p w14:paraId="61A28A64" w14:textId="640504C4" w:rsidR="0061146D" w:rsidRDefault="0061146D" w:rsidP="0061146D">
      <w:pPr>
        <w:spacing w:before="480" w:after="12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Szanown</w:t>
      </w:r>
      <w:r w:rsidR="002A279C">
        <w:rPr>
          <w:rFonts w:asciiTheme="minorHAnsi" w:hAnsiTheme="minorHAnsi" w:cstheme="minorHAnsi"/>
          <w:i/>
          <w:iCs/>
        </w:rPr>
        <w:t>a Pani</w:t>
      </w:r>
      <w:r>
        <w:rPr>
          <w:rFonts w:asciiTheme="minorHAnsi" w:hAnsiTheme="minorHAnsi" w:cstheme="minorHAnsi"/>
          <w:i/>
          <w:iCs/>
        </w:rPr>
        <w:t xml:space="preserve"> </w:t>
      </w:r>
      <w:r w:rsidR="002A279C">
        <w:rPr>
          <w:rFonts w:asciiTheme="minorHAnsi" w:hAnsiTheme="minorHAnsi" w:cstheme="minorHAnsi"/>
          <w:i/>
          <w:iCs/>
        </w:rPr>
        <w:t>Sekretarz</w:t>
      </w:r>
      <w:r>
        <w:rPr>
          <w:rFonts w:asciiTheme="minorHAnsi" w:hAnsiTheme="minorHAnsi" w:cstheme="minorHAnsi"/>
          <w:i/>
          <w:iCs/>
        </w:rPr>
        <w:t>,</w:t>
      </w:r>
    </w:p>
    <w:p w14:paraId="33A417CA" w14:textId="46B9169F" w:rsidR="0061146D" w:rsidRDefault="002063BF" w:rsidP="007D2E7C">
      <w:pPr>
        <w:spacing w:line="320" w:lineRule="exact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zgodnie z</w:t>
      </w:r>
      <w:r w:rsidR="0061146D">
        <w:rPr>
          <w:rFonts w:asciiTheme="minorHAnsi" w:hAnsiTheme="minorHAnsi" w:cstheme="minorHAnsi"/>
          <w:iCs/>
        </w:rPr>
        <w:t xml:space="preserve"> § </w:t>
      </w:r>
      <w:r w:rsidR="00CB677F">
        <w:rPr>
          <w:rFonts w:asciiTheme="minorHAnsi" w:hAnsiTheme="minorHAnsi" w:cstheme="minorHAnsi"/>
          <w:iCs/>
        </w:rPr>
        <w:t>53</w:t>
      </w:r>
      <w:r w:rsidR="00341650">
        <w:rPr>
          <w:rFonts w:asciiTheme="minorHAnsi" w:hAnsiTheme="minorHAnsi" w:cstheme="minorHAnsi"/>
          <w:iCs/>
        </w:rPr>
        <w:t xml:space="preserve"> i </w:t>
      </w:r>
      <w:r w:rsidR="004669BD">
        <w:rPr>
          <w:rFonts w:asciiTheme="minorHAnsi" w:hAnsiTheme="minorHAnsi" w:cstheme="minorHAnsi"/>
          <w:iCs/>
        </w:rPr>
        <w:t>54</w:t>
      </w:r>
      <w:r w:rsidR="0061146D">
        <w:rPr>
          <w:rFonts w:asciiTheme="minorHAnsi" w:hAnsiTheme="minorHAnsi" w:cstheme="minorHAnsi"/>
          <w:iCs/>
        </w:rPr>
        <w:t xml:space="preserve"> uchwały nr 190 Rady Ministrów z dnia 29 października 2013</w:t>
      </w:r>
      <w:r w:rsidR="00D13A08">
        <w:rPr>
          <w:rFonts w:asciiTheme="minorHAnsi" w:hAnsiTheme="minorHAnsi" w:cstheme="minorHAnsi"/>
          <w:iCs/>
        </w:rPr>
        <w:t xml:space="preserve"> </w:t>
      </w:r>
      <w:r w:rsidR="0061146D">
        <w:rPr>
          <w:rFonts w:asciiTheme="minorHAnsi" w:hAnsiTheme="minorHAnsi" w:cstheme="minorHAnsi"/>
          <w:iCs/>
        </w:rPr>
        <w:t>r. –</w:t>
      </w:r>
      <w:r w:rsidR="007D2E7C">
        <w:rPr>
          <w:rFonts w:asciiTheme="minorHAnsi" w:hAnsiTheme="minorHAnsi" w:cstheme="minorHAnsi"/>
          <w:iCs/>
        </w:rPr>
        <w:t xml:space="preserve"> Regulamin pracy Rady Ministrów</w:t>
      </w:r>
      <w:r w:rsidR="007D2E7C" w:rsidRPr="007D2E7C">
        <w:rPr>
          <w:rFonts w:asciiTheme="minorHAnsi" w:hAnsiTheme="minorHAnsi" w:cstheme="minorHAnsi"/>
          <w:iCs/>
        </w:rPr>
        <w:t xml:space="preserve"> </w:t>
      </w:r>
      <w:r w:rsidR="007D2E7C">
        <w:rPr>
          <w:rFonts w:asciiTheme="minorHAnsi" w:hAnsiTheme="minorHAnsi" w:cstheme="minorHAnsi"/>
          <w:iCs/>
        </w:rPr>
        <w:t xml:space="preserve">w związku z </w:t>
      </w:r>
      <w:r w:rsidR="007D2E7C" w:rsidRPr="00ED7FF8">
        <w:rPr>
          <w:rFonts w:asciiTheme="minorHAnsi" w:hAnsiTheme="minorHAnsi" w:cstheme="minorHAnsi"/>
          <w:iCs/>
        </w:rPr>
        <w:t>§ 2 ust. 1 pkt 1 zarządzenia nr 48 Prezesa Rady Ministrów z dnia 12 kwietnia</w:t>
      </w:r>
      <w:r w:rsidR="007D2E7C">
        <w:rPr>
          <w:rFonts w:asciiTheme="minorHAnsi" w:hAnsiTheme="minorHAnsi" w:cstheme="minorHAnsi"/>
          <w:iCs/>
        </w:rPr>
        <w:t xml:space="preserve"> </w:t>
      </w:r>
      <w:r w:rsidR="007D2E7C" w:rsidRPr="00ED7FF8">
        <w:rPr>
          <w:rFonts w:asciiTheme="minorHAnsi" w:hAnsiTheme="minorHAnsi" w:cstheme="minorHAnsi"/>
          <w:iCs/>
        </w:rPr>
        <w:t>2016 r. w sprawie Komitetu Rady Ministrów do spraw Cyfryzacji</w:t>
      </w:r>
      <w:r w:rsidR="0061146D">
        <w:rPr>
          <w:rFonts w:asciiTheme="minorHAnsi" w:hAnsiTheme="minorHAnsi" w:cstheme="minorHAnsi"/>
          <w:iCs/>
        </w:rPr>
        <w:t>, w</w:t>
      </w:r>
      <w:r w:rsidR="0003784B">
        <w:rPr>
          <w:rFonts w:asciiTheme="minorHAnsi" w:hAnsiTheme="minorHAnsi" w:cstheme="minorHAnsi"/>
          <w:iCs/>
        </w:rPr>
        <w:t xml:space="preserve"> </w:t>
      </w:r>
      <w:r w:rsidR="0061146D">
        <w:rPr>
          <w:rFonts w:asciiTheme="minorHAnsi" w:hAnsiTheme="minorHAnsi" w:cstheme="minorHAnsi"/>
          <w:iCs/>
        </w:rPr>
        <w:t>załączeniu przekazuję</w:t>
      </w:r>
      <w:r w:rsidR="0061146D">
        <w:rPr>
          <w:rFonts w:asciiTheme="minorHAnsi" w:hAnsiTheme="minorHAnsi" w:cstheme="minorHAnsi"/>
          <w:b/>
          <w:bCs/>
          <w:iCs/>
        </w:rPr>
        <w:t xml:space="preserve"> </w:t>
      </w:r>
      <w:r w:rsidR="0091688F" w:rsidRPr="002B15F2">
        <w:rPr>
          <w:rFonts w:asciiTheme="minorHAnsi" w:hAnsiTheme="minorHAnsi" w:cstheme="minorHAnsi"/>
          <w:b/>
          <w:bCs/>
          <w:i/>
        </w:rPr>
        <w:t xml:space="preserve">projekt </w:t>
      </w:r>
      <w:r w:rsidR="000D506B" w:rsidRPr="000D506B">
        <w:rPr>
          <w:rFonts w:asciiTheme="minorHAnsi" w:hAnsiTheme="minorHAnsi" w:cstheme="minorHAnsi"/>
          <w:b/>
          <w:bCs/>
          <w:i/>
        </w:rPr>
        <w:t>rozporządzenia Ministra Cyfryzacji w sprawie warunków technicznych, jakim powinny odpowiadać telekomunikacyjne obiekty budowlane i ich usytuowanie</w:t>
      </w:r>
      <w:r w:rsidR="000D506B">
        <w:rPr>
          <w:rFonts w:asciiTheme="minorHAnsi" w:hAnsiTheme="minorHAnsi" w:cstheme="minorHAnsi"/>
          <w:b/>
          <w:bCs/>
          <w:i/>
        </w:rPr>
        <w:t xml:space="preserve"> </w:t>
      </w:r>
      <w:r w:rsidR="000D506B" w:rsidRPr="00606D39">
        <w:rPr>
          <w:rFonts w:asciiTheme="minorHAnsi" w:hAnsiTheme="minorHAnsi" w:cstheme="minorHAnsi"/>
          <w:i/>
        </w:rPr>
        <w:t>(WPL MC poz. 171)</w:t>
      </w:r>
      <w:r w:rsidR="0061146D" w:rsidRPr="00606D39">
        <w:rPr>
          <w:rFonts w:asciiTheme="minorHAnsi" w:hAnsiTheme="minorHAnsi" w:cstheme="minorHAnsi"/>
          <w:iCs/>
        </w:rPr>
        <w:t>,</w:t>
      </w:r>
      <w:r w:rsidR="008233AB">
        <w:rPr>
          <w:rFonts w:asciiTheme="minorHAnsi" w:hAnsiTheme="minorHAnsi" w:cstheme="minorHAnsi"/>
          <w:iCs/>
        </w:rPr>
        <w:t xml:space="preserve"> z uprzejmą prośbą o </w:t>
      </w:r>
      <w:r w:rsidR="0061146D">
        <w:rPr>
          <w:rFonts w:asciiTheme="minorHAnsi" w:hAnsiTheme="minorHAnsi" w:cstheme="minorHAnsi"/>
          <w:iCs/>
        </w:rPr>
        <w:t xml:space="preserve">skierowanie przedmiotowego projektu do rozpatrzenia przez </w:t>
      </w:r>
      <w:r w:rsidR="00AF1D25">
        <w:rPr>
          <w:rFonts w:asciiTheme="minorHAnsi" w:hAnsiTheme="minorHAnsi" w:cstheme="minorHAnsi"/>
          <w:iCs/>
        </w:rPr>
        <w:t xml:space="preserve">Komitet </w:t>
      </w:r>
      <w:r w:rsidR="0061146D">
        <w:rPr>
          <w:rFonts w:asciiTheme="minorHAnsi" w:hAnsiTheme="minorHAnsi" w:cstheme="minorHAnsi"/>
          <w:iCs/>
        </w:rPr>
        <w:t>Rad</w:t>
      </w:r>
      <w:r w:rsidR="00AF1D25">
        <w:rPr>
          <w:rFonts w:asciiTheme="minorHAnsi" w:hAnsiTheme="minorHAnsi" w:cstheme="minorHAnsi"/>
          <w:iCs/>
        </w:rPr>
        <w:t>y</w:t>
      </w:r>
      <w:r w:rsidR="0061146D">
        <w:rPr>
          <w:rFonts w:asciiTheme="minorHAnsi" w:hAnsiTheme="minorHAnsi" w:cstheme="minorHAnsi"/>
          <w:iCs/>
        </w:rPr>
        <w:t xml:space="preserve"> Ministrów</w:t>
      </w:r>
      <w:r w:rsidR="007D2E7C">
        <w:rPr>
          <w:rFonts w:asciiTheme="minorHAnsi" w:hAnsiTheme="minorHAnsi" w:cstheme="minorHAnsi"/>
          <w:iCs/>
        </w:rPr>
        <w:t xml:space="preserve"> do spraw Cyfryzacji</w:t>
      </w:r>
      <w:r w:rsidR="002B15F2">
        <w:rPr>
          <w:rFonts w:asciiTheme="minorHAnsi" w:hAnsiTheme="minorHAnsi" w:cstheme="minorHAnsi"/>
          <w:iCs/>
        </w:rPr>
        <w:t>.</w:t>
      </w:r>
    </w:p>
    <w:p w14:paraId="5F1559CA" w14:textId="77777777" w:rsidR="000D010B" w:rsidRPr="007D2E7C" w:rsidRDefault="000D010B" w:rsidP="007D2E7C">
      <w:pPr>
        <w:spacing w:line="320" w:lineRule="exact"/>
        <w:rPr>
          <w:rFonts w:asciiTheme="minorHAnsi" w:hAnsiTheme="minorHAnsi" w:cstheme="minorHAnsi"/>
          <w:iCs/>
        </w:rPr>
      </w:pPr>
    </w:p>
    <w:p w14:paraId="3B4A90EC" w14:textId="2A24F1F6" w:rsidR="00ED7FF8" w:rsidRDefault="000D010B" w:rsidP="006159FA">
      <w:pPr>
        <w:spacing w:after="12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Przedmiotowy p</w:t>
      </w:r>
      <w:r w:rsidR="00A11848" w:rsidRPr="00A11848">
        <w:rPr>
          <w:rFonts w:asciiTheme="minorHAnsi" w:hAnsiTheme="minorHAnsi" w:cstheme="minorHAnsi"/>
          <w:iCs/>
        </w:rPr>
        <w:t>rojekt został poddany uzgodnieniom,</w:t>
      </w:r>
      <w:r>
        <w:rPr>
          <w:rFonts w:asciiTheme="minorHAnsi" w:hAnsiTheme="minorHAnsi" w:cstheme="minorHAnsi"/>
          <w:iCs/>
        </w:rPr>
        <w:t xml:space="preserve"> konsultacjom publicznym i opiniowaniu</w:t>
      </w:r>
      <w:r w:rsidR="00A11848" w:rsidRPr="00A11848">
        <w:rPr>
          <w:rFonts w:asciiTheme="minorHAnsi" w:hAnsiTheme="minorHAnsi" w:cstheme="minorHAnsi"/>
          <w:iCs/>
        </w:rPr>
        <w:t>, a</w:t>
      </w:r>
      <w:r w:rsidR="0001491D">
        <w:rPr>
          <w:rFonts w:asciiTheme="minorHAnsi" w:hAnsiTheme="minorHAnsi" w:cstheme="minorHAnsi"/>
          <w:iCs/>
        </w:rPr>
        <w:t> </w:t>
      </w:r>
      <w:r w:rsidR="00A11848" w:rsidRPr="00A11848">
        <w:rPr>
          <w:rFonts w:asciiTheme="minorHAnsi" w:hAnsiTheme="minorHAnsi" w:cstheme="minorHAnsi"/>
          <w:iCs/>
        </w:rPr>
        <w:t>stanowiska Ministra Cyfryzacji odnoszące się do poszczególnych uwag i</w:t>
      </w:r>
      <w:r>
        <w:rPr>
          <w:rFonts w:asciiTheme="minorHAnsi" w:hAnsiTheme="minorHAnsi" w:cstheme="minorHAnsi"/>
          <w:iCs/>
        </w:rPr>
        <w:t> </w:t>
      </w:r>
      <w:r w:rsidR="00A11848" w:rsidRPr="00A11848">
        <w:rPr>
          <w:rFonts w:asciiTheme="minorHAnsi" w:hAnsiTheme="minorHAnsi" w:cstheme="minorHAnsi"/>
          <w:iCs/>
        </w:rPr>
        <w:t>propozycji zostały szczegółowo wyjaśnione w zestawieniach, które udostępnione zostały w</w:t>
      </w:r>
      <w:r>
        <w:rPr>
          <w:rFonts w:asciiTheme="minorHAnsi" w:hAnsiTheme="minorHAnsi" w:cstheme="minorHAnsi"/>
          <w:iCs/>
        </w:rPr>
        <w:t> </w:t>
      </w:r>
      <w:r w:rsidR="00A11848" w:rsidRPr="00A11848">
        <w:rPr>
          <w:rFonts w:asciiTheme="minorHAnsi" w:hAnsiTheme="minorHAnsi" w:cstheme="minorHAnsi"/>
          <w:iCs/>
        </w:rPr>
        <w:t>serwisie Rządowy Proces Legislacyjny na stronie</w:t>
      </w:r>
      <w:r w:rsidR="00716C91">
        <w:rPr>
          <w:rFonts w:asciiTheme="minorHAnsi" w:hAnsiTheme="minorHAnsi" w:cstheme="minorHAnsi"/>
          <w:iCs/>
        </w:rPr>
        <w:t xml:space="preserve"> </w:t>
      </w:r>
      <w:hyperlink r:id="rId7" w:history="1">
        <w:r w:rsidR="004145B4" w:rsidRPr="0035009D">
          <w:rPr>
            <w:rStyle w:val="Hipercze"/>
            <w:rFonts w:asciiTheme="minorHAnsi" w:hAnsiTheme="minorHAnsi" w:cstheme="minorHAnsi"/>
            <w:iCs/>
          </w:rPr>
          <w:t>https://legislacja.rcl.gov.pl/projekt/12349500</w:t>
        </w:r>
      </w:hyperlink>
      <w:r w:rsidR="004145B4">
        <w:rPr>
          <w:rFonts w:asciiTheme="minorHAnsi" w:hAnsiTheme="minorHAnsi" w:cstheme="minorHAnsi"/>
          <w:iCs/>
        </w:rPr>
        <w:t>.</w:t>
      </w:r>
    </w:p>
    <w:p w14:paraId="472895DE" w14:textId="666330F3" w:rsidR="006159FA" w:rsidRPr="00ED7FF8" w:rsidRDefault="000D010B" w:rsidP="006159FA">
      <w:pPr>
        <w:spacing w:after="12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Mając na uwadze powyższe d</w:t>
      </w:r>
      <w:r w:rsidR="00ED7FF8" w:rsidRPr="00ED7FF8">
        <w:rPr>
          <w:rFonts w:asciiTheme="minorHAnsi" w:hAnsiTheme="minorHAnsi" w:cstheme="minorHAnsi"/>
          <w:iCs/>
        </w:rPr>
        <w:t>o pisma</w:t>
      </w:r>
      <w:r>
        <w:rPr>
          <w:rFonts w:asciiTheme="minorHAnsi" w:hAnsiTheme="minorHAnsi" w:cstheme="minorHAnsi"/>
          <w:iCs/>
        </w:rPr>
        <w:t xml:space="preserve"> w sprawie rozpatrzenia projektu przez Komitet</w:t>
      </w:r>
      <w:r w:rsidR="00ED7FF8" w:rsidRPr="00ED7FF8">
        <w:rPr>
          <w:rFonts w:asciiTheme="minorHAnsi" w:hAnsiTheme="minorHAnsi" w:cstheme="minorHAnsi"/>
          <w:iCs/>
        </w:rPr>
        <w:t xml:space="preserve"> załącz</w:t>
      </w:r>
      <w:r>
        <w:rPr>
          <w:rFonts w:asciiTheme="minorHAnsi" w:hAnsiTheme="minorHAnsi" w:cstheme="minorHAnsi"/>
          <w:iCs/>
        </w:rPr>
        <w:t xml:space="preserve">am </w:t>
      </w:r>
      <w:r w:rsidR="00ED7FF8" w:rsidRPr="00ED7FF8">
        <w:rPr>
          <w:rFonts w:asciiTheme="minorHAnsi" w:hAnsiTheme="minorHAnsi" w:cstheme="minorHAnsi"/>
          <w:iCs/>
        </w:rPr>
        <w:t>raport z</w:t>
      </w:r>
      <w:r>
        <w:rPr>
          <w:rFonts w:asciiTheme="minorHAnsi" w:hAnsiTheme="minorHAnsi" w:cstheme="minorHAnsi"/>
          <w:iCs/>
        </w:rPr>
        <w:t> </w:t>
      </w:r>
      <w:r w:rsidR="00ED7FF8" w:rsidRPr="00ED7FF8">
        <w:rPr>
          <w:rFonts w:asciiTheme="minorHAnsi" w:hAnsiTheme="minorHAnsi" w:cstheme="minorHAnsi"/>
          <w:iCs/>
        </w:rPr>
        <w:t xml:space="preserve">konsultacji wraz z </w:t>
      </w:r>
      <w:r>
        <w:rPr>
          <w:rFonts w:asciiTheme="minorHAnsi" w:hAnsiTheme="minorHAnsi" w:cstheme="minorHAnsi"/>
          <w:iCs/>
        </w:rPr>
        <w:t xml:space="preserve">załącznikami, a także </w:t>
      </w:r>
      <w:r w:rsidR="006159FA">
        <w:rPr>
          <w:rFonts w:asciiTheme="minorHAnsi" w:hAnsiTheme="minorHAnsi" w:cstheme="minorHAnsi"/>
          <w:iCs/>
        </w:rPr>
        <w:t>tabelę legislacyjną oraz listę kontrolną.</w:t>
      </w:r>
    </w:p>
    <w:p w14:paraId="0D5E8757" w14:textId="62CFB56E" w:rsidR="00ED7FF8" w:rsidRDefault="006159FA" w:rsidP="00ED7FF8">
      <w:pPr>
        <w:spacing w:line="320" w:lineRule="exact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Jednocześnie informuję, iż projekt</w:t>
      </w:r>
      <w:r w:rsidR="00ED7FF8" w:rsidRPr="00ED7FF8">
        <w:rPr>
          <w:rFonts w:asciiTheme="minorHAnsi" w:hAnsiTheme="minorHAnsi" w:cstheme="minorHAnsi"/>
          <w:iCs/>
        </w:rPr>
        <w:t xml:space="preserve"> zosta</w:t>
      </w:r>
      <w:r>
        <w:rPr>
          <w:rFonts w:asciiTheme="minorHAnsi" w:hAnsiTheme="minorHAnsi" w:cstheme="minorHAnsi"/>
          <w:iCs/>
        </w:rPr>
        <w:t>ł</w:t>
      </w:r>
      <w:r w:rsidR="00ED7FF8" w:rsidRPr="00ED7FF8">
        <w:rPr>
          <w:rFonts w:asciiTheme="minorHAnsi" w:hAnsiTheme="minorHAnsi" w:cstheme="minorHAnsi"/>
          <w:iCs/>
        </w:rPr>
        <w:t xml:space="preserve"> wysłany </w:t>
      </w:r>
      <w:r>
        <w:rPr>
          <w:rFonts w:asciiTheme="minorHAnsi" w:hAnsiTheme="minorHAnsi" w:cstheme="minorHAnsi"/>
          <w:iCs/>
        </w:rPr>
        <w:t xml:space="preserve">także </w:t>
      </w:r>
      <w:r w:rsidR="00ED7FF8" w:rsidRPr="00ED7FF8">
        <w:rPr>
          <w:rFonts w:asciiTheme="minorHAnsi" w:hAnsiTheme="minorHAnsi" w:cstheme="minorHAnsi"/>
          <w:iCs/>
        </w:rPr>
        <w:t>do Komisji Wspólnej Rządu i</w:t>
      </w:r>
      <w:r w:rsidR="0001491D">
        <w:rPr>
          <w:rFonts w:asciiTheme="minorHAnsi" w:hAnsiTheme="minorHAnsi" w:cstheme="minorHAnsi"/>
          <w:iCs/>
        </w:rPr>
        <w:t> </w:t>
      </w:r>
      <w:r w:rsidR="00ED7FF8" w:rsidRPr="00ED7FF8">
        <w:rPr>
          <w:rFonts w:asciiTheme="minorHAnsi" w:hAnsiTheme="minorHAnsi" w:cstheme="minorHAnsi"/>
          <w:iCs/>
        </w:rPr>
        <w:t>Samorządu Terytorialnego</w:t>
      </w:r>
      <w:r w:rsidR="0001491D">
        <w:rPr>
          <w:rFonts w:asciiTheme="minorHAnsi" w:hAnsiTheme="minorHAnsi" w:cstheme="minorHAnsi"/>
          <w:iCs/>
        </w:rPr>
        <w:t>,</w:t>
      </w:r>
      <w:r w:rsidR="00ED7FF8" w:rsidRPr="00ED7FF8">
        <w:rPr>
          <w:rFonts w:asciiTheme="minorHAnsi" w:hAnsiTheme="minorHAnsi" w:cstheme="minorHAnsi"/>
          <w:iCs/>
        </w:rPr>
        <w:t xml:space="preserve"> z prośbą o wydanie wiążącej opinii. </w:t>
      </w:r>
    </w:p>
    <w:p w14:paraId="55702C3A" w14:textId="77777777" w:rsidR="000D010B" w:rsidRPr="00ED7FF8" w:rsidRDefault="000D010B" w:rsidP="00ED7FF8">
      <w:pPr>
        <w:spacing w:line="320" w:lineRule="exact"/>
        <w:rPr>
          <w:rFonts w:asciiTheme="minorHAnsi" w:hAnsiTheme="minorHAnsi" w:cstheme="minorHAnsi"/>
          <w:iCs/>
        </w:rPr>
      </w:pPr>
    </w:p>
    <w:p w14:paraId="45EB647B" w14:textId="77777777" w:rsidR="00937F52" w:rsidRPr="00417084" w:rsidRDefault="00937F52" w:rsidP="00716C91">
      <w:pPr>
        <w:spacing w:line="320" w:lineRule="exact"/>
        <w:rPr>
          <w:rFonts w:asciiTheme="minorHAnsi" w:hAnsiTheme="minorHAnsi" w:cstheme="minorHAnsi"/>
          <w:iCs/>
        </w:rPr>
      </w:pPr>
    </w:p>
    <w:p w14:paraId="36F1B37F" w14:textId="77777777" w:rsidR="0061146D" w:rsidRDefault="0061146D" w:rsidP="005764C8">
      <w:pPr>
        <w:spacing w:before="120" w:after="120"/>
        <w:ind w:left="282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717FE201" w14:textId="69F475A9" w:rsidR="0061146D" w:rsidRDefault="0061146D" w:rsidP="0061146D">
      <w:pPr>
        <w:ind w:left="2832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417084">
        <w:rPr>
          <w:rFonts w:asciiTheme="minorHAnsi" w:hAnsiTheme="minorHAnsi" w:cstheme="minorHAnsi"/>
          <w:b/>
          <w:bCs/>
        </w:rPr>
        <w:t>Janusz Cieszyński</w:t>
      </w:r>
    </w:p>
    <w:p w14:paraId="520E3C85" w14:textId="77777777" w:rsidR="0061146D" w:rsidRDefault="0061146D" w:rsidP="0061146D">
      <w:pPr>
        <w:ind w:left="2832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07349369" w14:textId="77777777" w:rsidR="0061146D" w:rsidRDefault="0061146D" w:rsidP="0061146D">
      <w:pPr>
        <w:spacing w:after="120"/>
        <w:ind w:left="282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7BB85C4" w14:textId="466E0832" w:rsidR="00B30905" w:rsidRPr="0033475C" w:rsidRDefault="0061146D" w:rsidP="0091688F">
      <w:pPr>
        <w:ind w:left="2832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B30905" w:rsidRPr="0033475C" w:rsidSect="004633D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7180" w14:textId="77777777" w:rsidR="00077ACB" w:rsidRDefault="00077ACB">
      <w:r>
        <w:separator/>
      </w:r>
    </w:p>
  </w:endnote>
  <w:endnote w:type="continuationSeparator" w:id="0">
    <w:p w14:paraId="1D40DAA8" w14:textId="77777777" w:rsidR="00077ACB" w:rsidRDefault="0007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7320" w14:textId="77777777" w:rsidR="005E753F" w:rsidRDefault="000E351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745B32F" wp14:editId="07F7DE6E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FD7D11" w14:textId="77777777" w:rsidR="005E753F" w:rsidRDefault="000E3511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5B32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6FD7D11" w14:textId="77777777" w:rsidR="005E753F" w:rsidRDefault="000E3511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B1CD8F5" wp14:editId="2CBC1548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DD64" w14:textId="4C3C3597" w:rsidR="00AE7731" w:rsidRDefault="008233AB">
    <w:pPr>
      <w:pStyle w:val="Stopka"/>
    </w:pPr>
    <w:r>
      <w:rPr>
        <w:noProof/>
      </w:rPr>
      <w:drawing>
        <wp:inline distT="0" distB="0" distL="0" distR="0" wp14:anchorId="14D4DFCE" wp14:editId="459A9DB4">
          <wp:extent cx="5391785" cy="961390"/>
          <wp:effectExtent l="0" t="0" r="0" b="0"/>
          <wp:docPr id="14" name="Obraz 14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0CA11" w14:textId="77777777" w:rsidR="00077ACB" w:rsidRDefault="00077ACB">
      <w:r>
        <w:separator/>
      </w:r>
    </w:p>
  </w:footnote>
  <w:footnote w:type="continuationSeparator" w:id="0">
    <w:p w14:paraId="4890C75F" w14:textId="77777777" w:rsidR="00077ACB" w:rsidRDefault="0007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B6D" w14:textId="77777777" w:rsidR="007018D3" w:rsidRDefault="00077ACB" w:rsidP="007018D3">
    <w:pPr>
      <w:pStyle w:val="Nagwek"/>
      <w:jc w:val="right"/>
    </w:pPr>
  </w:p>
  <w:p w14:paraId="3D89B899" w14:textId="77777777" w:rsidR="007018D3" w:rsidRDefault="00077ACB" w:rsidP="007018D3">
    <w:pPr>
      <w:pStyle w:val="Nagwek"/>
      <w:jc w:val="right"/>
    </w:pPr>
  </w:p>
  <w:p w14:paraId="677BA1AB" w14:textId="07EFB92C" w:rsidR="004633D0" w:rsidRDefault="000E3511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8942AC" wp14:editId="1ACFA052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9EDD3D" w14:textId="20430F86" w:rsidR="0033475C" w:rsidRPr="00DA3527" w:rsidRDefault="000D506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DRC.WL.0630.35.2021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8942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" strokecolor="white [3212]">
              <v:textbox style="mso-fit-shape-to-text:t">
                <w:txbxContent>
                  <w:p w14:paraId="189EDD3D" w14:textId="20430F86" w:rsidR="0033475C" w:rsidRPr="00DA3527" w:rsidRDefault="000D506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DRC.WL.0630.35.2021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46297B" wp14:editId="60B2164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3E83BB" w14:textId="77777777" w:rsidR="007018D3" w:rsidRPr="00495DA1" w:rsidRDefault="000E3511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46297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CWMage7gEAAK8DAAAOAAAAAAAAAAAAAAAAAC4CAABkcnMvZTJv&#10;RG9jLnhtbFBLAQItABQABgAIAAAAIQA+3y6S3wAAAAsBAAAPAAAAAAAAAAAAAAAAAEgEAABkcnMv&#10;ZG93bnJldi54bWxQSwUGAAAAAAQABADzAAAAVAUAAAAA&#10;" stroked="f">
              <v:textbox>
                <w:txbxContent>
                  <w:p w14:paraId="333E83BB" w14:textId="77777777" w:rsidR="007018D3" w:rsidRPr="00495DA1" w:rsidRDefault="000E351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2B0E2772" wp14:editId="590BFEFA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0" w:name="ezdDataPodpisu"/>
    <w:bookmarkEnd w:id="0"/>
    <w:r w:rsidR="000D010B">
      <w:t>2</w:t>
    </w:r>
    <w:r w:rsidR="00606D39">
      <w:t>5</w:t>
    </w:r>
    <w:r w:rsidR="008509B9">
      <w:t xml:space="preserve"> </w:t>
    </w:r>
    <w:r w:rsidR="00DD2B2A">
      <w:t>lutego</w:t>
    </w:r>
    <w:r w:rsidR="00102F14">
      <w:t xml:space="preserve"> 202</w:t>
    </w:r>
    <w:r w:rsidR="008509B9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4291"/>
    <w:multiLevelType w:val="hybridMultilevel"/>
    <w:tmpl w:val="129C64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E7BF3"/>
    <w:multiLevelType w:val="hybridMultilevel"/>
    <w:tmpl w:val="F8800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898"/>
    <w:rsid w:val="0001491D"/>
    <w:rsid w:val="000354AD"/>
    <w:rsid w:val="0003784B"/>
    <w:rsid w:val="00077ACB"/>
    <w:rsid w:val="00093826"/>
    <w:rsid w:val="000B7774"/>
    <w:rsid w:val="000D010B"/>
    <w:rsid w:val="000D506B"/>
    <w:rsid w:val="000E3511"/>
    <w:rsid w:val="00102F14"/>
    <w:rsid w:val="001419EA"/>
    <w:rsid w:val="001B4C56"/>
    <w:rsid w:val="001D7944"/>
    <w:rsid w:val="002034D1"/>
    <w:rsid w:val="002063BF"/>
    <w:rsid w:val="00244328"/>
    <w:rsid w:val="002A279C"/>
    <w:rsid w:val="002B15F2"/>
    <w:rsid w:val="00302C80"/>
    <w:rsid w:val="00305397"/>
    <w:rsid w:val="00332C0E"/>
    <w:rsid w:val="00341650"/>
    <w:rsid w:val="003D3F63"/>
    <w:rsid w:val="003E52FC"/>
    <w:rsid w:val="004145B4"/>
    <w:rsid w:val="00417084"/>
    <w:rsid w:val="004669BD"/>
    <w:rsid w:val="004949CB"/>
    <w:rsid w:val="004C6ADD"/>
    <w:rsid w:val="0052242E"/>
    <w:rsid w:val="00554615"/>
    <w:rsid w:val="005764C8"/>
    <w:rsid w:val="005923E5"/>
    <w:rsid w:val="00593172"/>
    <w:rsid w:val="005A5411"/>
    <w:rsid w:val="005B020A"/>
    <w:rsid w:val="005B3EC9"/>
    <w:rsid w:val="005B52E0"/>
    <w:rsid w:val="005C5596"/>
    <w:rsid w:val="00606D39"/>
    <w:rsid w:val="0061146D"/>
    <w:rsid w:val="006159FA"/>
    <w:rsid w:val="006C7A3B"/>
    <w:rsid w:val="006E0E1C"/>
    <w:rsid w:val="006E4898"/>
    <w:rsid w:val="00716C91"/>
    <w:rsid w:val="007202C8"/>
    <w:rsid w:val="00722972"/>
    <w:rsid w:val="00734BFA"/>
    <w:rsid w:val="00757964"/>
    <w:rsid w:val="0079560B"/>
    <w:rsid w:val="007D2E7C"/>
    <w:rsid w:val="008233AB"/>
    <w:rsid w:val="00831BB5"/>
    <w:rsid w:val="008509B9"/>
    <w:rsid w:val="00871713"/>
    <w:rsid w:val="00875D2D"/>
    <w:rsid w:val="008B5B64"/>
    <w:rsid w:val="009000F1"/>
    <w:rsid w:val="00913609"/>
    <w:rsid w:val="0091688F"/>
    <w:rsid w:val="0092161E"/>
    <w:rsid w:val="00925885"/>
    <w:rsid w:val="00937F52"/>
    <w:rsid w:val="009414AA"/>
    <w:rsid w:val="00950E88"/>
    <w:rsid w:val="00952C9B"/>
    <w:rsid w:val="009553FB"/>
    <w:rsid w:val="009A3866"/>
    <w:rsid w:val="00A10EAD"/>
    <w:rsid w:val="00A11848"/>
    <w:rsid w:val="00A70D98"/>
    <w:rsid w:val="00AA56CB"/>
    <w:rsid w:val="00AF1D25"/>
    <w:rsid w:val="00B35896"/>
    <w:rsid w:val="00B56EA2"/>
    <w:rsid w:val="00C6691A"/>
    <w:rsid w:val="00C84EA0"/>
    <w:rsid w:val="00CB677F"/>
    <w:rsid w:val="00CC5F87"/>
    <w:rsid w:val="00D13A08"/>
    <w:rsid w:val="00D31E4B"/>
    <w:rsid w:val="00D6618C"/>
    <w:rsid w:val="00DB66F2"/>
    <w:rsid w:val="00DC6952"/>
    <w:rsid w:val="00DD1B5E"/>
    <w:rsid w:val="00DD2B2A"/>
    <w:rsid w:val="00E01130"/>
    <w:rsid w:val="00E20DF4"/>
    <w:rsid w:val="00E7443A"/>
    <w:rsid w:val="00EB272A"/>
    <w:rsid w:val="00EB40FB"/>
    <w:rsid w:val="00ED4F8D"/>
    <w:rsid w:val="00ED7FF8"/>
    <w:rsid w:val="00F04083"/>
    <w:rsid w:val="00F12745"/>
    <w:rsid w:val="00F136D0"/>
    <w:rsid w:val="00F23AD3"/>
    <w:rsid w:val="00F442EE"/>
    <w:rsid w:val="00F45A74"/>
    <w:rsid w:val="00F81470"/>
    <w:rsid w:val="00FA0D16"/>
    <w:rsid w:val="00FD0F5D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0D0A6"/>
  <w15:docId w15:val="{9251E900-7FEB-4583-A61F-26811341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814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0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D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0D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0D9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D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D9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09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gislacja.rcl.gov.pl/projekt/123495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171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Markowska Anna</cp:lastModifiedBy>
  <cp:revision>40</cp:revision>
  <dcterms:created xsi:type="dcterms:W3CDTF">2022-01-12T11:39:00Z</dcterms:created>
  <dcterms:modified xsi:type="dcterms:W3CDTF">2022-02-24T17:38:00Z</dcterms:modified>
</cp:coreProperties>
</file>